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023D43"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023D43" w14:paraId="50AEA351" w14:textId="39D8A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023D43" w14:paraId="56BC4AF8" w14:textId="4B1F85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023D43" w14:paraId="1094DF31" w14:textId="5FFCEF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023D43" w14:paraId="3A431F23" w14:textId="2AA5CA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Pr="001D3EEC" w:rsidR="00B31DC8">
                      <w:rPr>
                        <w:b/>
                        <w:lang w:val="fr-BE"/>
                      </w:rPr>
                      <w:t xml:space="preserve">     </w:t>
                    </w:r>
                  </w:sdtContent>
                </w:sdt>
              </w:p>
            </w:tc>
          </w:tr>
        </w:sdtContent>
      </w:sdt>
    </w:tbl>
    <w:p w:rsidRPr="001D3EEC" w:rsidR="008241B0" w:rsidP="00C518F5" w:rsidRDefault="00023D43"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B566C1" w:rsidR="00377580" w:rsidTr="005F6927" w14:paraId="1568E05F" w14:textId="77777777">
        <w:tc>
          <w:tcPr>
            <w:tcW w:w="3111" w:type="dxa"/>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rsidRPr="00080A71" w:rsidR="00377580" w:rsidP="005F6927" w:rsidRDefault="00121447" w14:paraId="2AA4F572" w14:textId="7B927F3C">
                <w:pPr>
                  <w:tabs>
                    <w:tab w:val="left" w:pos="426"/>
                  </w:tabs>
                  <w:rPr>
                    <w:bCs/>
                    <w:lang w:val="en-IE" w:eastAsia="en-GB"/>
                  </w:rPr>
                </w:pPr>
                <w:r w:rsidRPr="00121447">
                  <w:rPr>
                    <w:bCs/>
                    <w:lang w:val="fr-BE" w:eastAsia="en-GB"/>
                  </w:rPr>
                  <w:t>ENEST.D3</w:t>
                </w:r>
              </w:p>
            </w:tc>
          </w:sdtContent>
        </w:sdt>
      </w:tr>
      <w:tr w:rsidRPr="00B566C1" w:rsidR="00377580" w:rsidTr="005F6927" w14:paraId="134D49F6" w14:textId="77777777">
        <w:tc>
          <w:tcPr>
            <w:tcW w:w="3111" w:type="dxa"/>
          </w:tcPr>
          <w:p w:rsidRPr="001D3EEC" w:rsidR="00377580" w:rsidP="005F6927" w:rsidRDefault="00377580" w14:paraId="73745AB3" w14:textId="46970E25">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rsidRPr="00080A71" w:rsidR="00377580" w:rsidP="005F6927" w:rsidRDefault="00121447" w14:paraId="51C87C16" w14:textId="64FA4EC7">
                <w:pPr>
                  <w:tabs>
                    <w:tab w:val="left" w:pos="426"/>
                  </w:tabs>
                  <w:rPr>
                    <w:bCs/>
                    <w:lang w:val="en-IE" w:eastAsia="en-GB"/>
                  </w:rPr>
                </w:pPr>
                <w:r w:rsidRPr="00121447">
                  <w:rPr>
                    <w:bCs/>
                    <w:lang w:val="fr-BE" w:eastAsia="en-GB"/>
                  </w:rPr>
                  <w:t>424173</w:t>
                </w:r>
              </w:p>
            </w:tc>
          </w:sdtContent>
        </w:sdt>
      </w:tr>
      <w:tr w:rsidRPr="00121447" w:rsidR="00377580" w:rsidTr="005F6927" w14:paraId="38F42E75" w14:textId="77777777">
        <w:tc>
          <w:tcPr>
            <w:tcW w:w="3111" w:type="dxa"/>
          </w:tcPr>
          <w:p w:rsidRPr="001D3EEC" w:rsidR="00377580" w:rsidP="005F6927" w:rsidRDefault="00377580" w14:paraId="171B2069" w14:textId="55356334">
            <w:pPr>
              <w:tabs>
                <w:tab w:val="left" w:pos="1697"/>
              </w:tabs>
              <w:ind w:right="-1739"/>
              <w:contextualSpacing/>
              <w:rPr>
                <w:bCs/>
                <w:szCs w:val="24"/>
                <w:lang w:val="fr-BE" w:eastAsia="en-GB"/>
              </w:rPr>
            </w:pPr>
            <w:r w:rsidRPr="001D3EEC">
              <w:rPr>
                <w:bCs/>
                <w:szCs w:val="24"/>
                <w:lang w:val="fr-BE" w:eastAsia="en-GB"/>
              </w:rPr>
              <w:t>Personne de contact:</w:t>
            </w:r>
          </w:p>
          <w:p w:rsidRPr="001D3EEC" w:rsidR="00377580" w:rsidP="005F6927" w:rsidRDefault="00377580" w14:paraId="06B71EE9" w14:textId="77777777">
            <w:pPr>
              <w:tabs>
                <w:tab w:val="left" w:pos="1697"/>
              </w:tabs>
              <w:ind w:right="-1739"/>
              <w:contextualSpacing/>
              <w:rPr>
                <w:bCs/>
                <w:szCs w:val="24"/>
                <w:lang w:val="fr-BE" w:eastAsia="en-GB"/>
              </w:rPr>
            </w:pPr>
          </w:p>
          <w:p w:rsidRPr="001D3EEC" w:rsidR="00377580" w:rsidP="005F6927" w:rsidRDefault="00377580" w14:paraId="3A297E0D" w14:textId="7C2BB14E">
            <w:pPr>
              <w:tabs>
                <w:tab w:val="left" w:pos="1697"/>
              </w:tabs>
              <w:ind w:right="-1739"/>
              <w:contextualSpacing/>
              <w:rPr>
                <w:bCs/>
                <w:szCs w:val="24"/>
                <w:lang w:val="fr-BE" w:eastAsia="en-GB"/>
              </w:rPr>
            </w:pPr>
            <w:r w:rsidRPr="001D3EEC">
              <w:rPr>
                <w:bCs/>
                <w:szCs w:val="24"/>
                <w:lang w:val="fr-BE" w:eastAsia="en-GB"/>
              </w:rPr>
              <w:t>Prise de fonctions souhaitée:</w:t>
            </w:r>
          </w:p>
          <w:p w:rsidRPr="001D3EEC" w:rsidR="00377580" w:rsidP="005F6927" w:rsidRDefault="00377580" w14:paraId="64D59568" w14:textId="333E015C">
            <w:pPr>
              <w:tabs>
                <w:tab w:val="left" w:pos="1697"/>
              </w:tabs>
              <w:ind w:right="-1739"/>
              <w:contextualSpacing/>
              <w:rPr>
                <w:bCs/>
                <w:szCs w:val="24"/>
                <w:lang w:val="fr-BE" w:eastAsia="en-GB"/>
              </w:rPr>
            </w:pPr>
            <w:r w:rsidRPr="001D3EEC">
              <w:rPr>
                <w:bCs/>
                <w:szCs w:val="24"/>
                <w:lang w:val="fr-BE" w:eastAsia="en-GB"/>
              </w:rPr>
              <w:t>Durée initiale:</w:t>
            </w:r>
          </w:p>
          <w:p w:rsidRPr="001D3EEC" w:rsidR="00377580" w:rsidP="005F6927" w:rsidRDefault="00377580" w14:paraId="70D1AB11" w14:textId="6CC7025B">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rsidRPr="00E150D4" w:rsidR="00377580" w:rsidP="005F6927" w:rsidRDefault="00121447" w14:paraId="369CA7C8" w14:textId="7E987A61">
                <w:pPr>
                  <w:tabs>
                    <w:tab w:val="left" w:pos="426"/>
                  </w:tabs>
                  <w:rPr>
                    <w:bCs/>
                    <w:lang w:val="fr-BE" w:eastAsia="en-GB"/>
                  </w:rPr>
                </w:pPr>
                <w:r>
                  <w:rPr>
                    <w:bCs/>
                    <w:lang w:val="fr-BE" w:eastAsia="en-GB"/>
                  </w:rPr>
                  <w:t>Wolfgang NOZAR</w:t>
                </w:r>
              </w:p>
            </w:sdtContent>
          </w:sdt>
          <w:p w:rsidRPr="001D3EEC" w:rsidR="00377580" w:rsidP="005F6927" w:rsidRDefault="00023D43" w14:paraId="32DD8032" w14:textId="50E251C5">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Pr="00121447" w:rsidR="00121447">
                  <w:rPr>
                    <w:bCs/>
                    <w:lang w:val="fr-BE" w:eastAsia="en-GB"/>
                  </w:rPr>
                  <w:t>4ème</w:t>
                </w:r>
              </w:sdtContent>
            </w:sdt>
            <w:r w:rsidRPr="001D3EEC" w:rsidR="00377580">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Pr="00E150D4" w:rsidR="00121447">
                      <w:rPr>
                        <w:bCs/>
                        <w:lang w:val="fr-BE" w:eastAsia="en-GB"/>
                      </w:rPr>
                      <w:t>2025</w:t>
                    </w:r>
                  </w:sdtContent>
                </w:sdt>
              </w:sdtContent>
            </w:sdt>
            <w:r w:rsidRPr="001D3EEC" w:rsidR="00377580">
              <w:rPr>
                <w:bCs/>
                <w:lang w:val="fr-BE" w:eastAsia="en-GB"/>
              </w:rPr>
              <w:t xml:space="preserve"> </w:t>
            </w:r>
          </w:p>
          <w:p w:rsidRPr="001D3EEC" w:rsidR="00377580" w:rsidP="005F6927" w:rsidRDefault="00121447" w14:paraId="768BBE26" w14:textId="5E948797">
            <w:pPr>
              <w:tabs>
                <w:tab w:val="left" w:pos="426"/>
              </w:tabs>
              <w:contextualSpacing/>
              <w:jc w:val="left"/>
              <w:rPr>
                <w:bCs/>
                <w:szCs w:val="24"/>
                <w:lang w:val="fr-BE" w:eastAsia="en-GB"/>
              </w:rPr>
            </w:pPr>
            <w:r>
              <w:rPr>
                <w:bCs/>
                <w:lang w:val="fr-BE" w:eastAsia="en-GB"/>
              </w:rPr>
              <w:t>2</w:t>
            </w:r>
            <w:r w:rsidRPr="001D3EEC" w:rsidR="00377580">
              <w:rPr>
                <w:bCs/>
                <w:lang w:val="fr-BE" w:eastAsia="en-GB"/>
              </w:rPr>
              <w:t xml:space="preserve"> an</w:t>
            </w:r>
            <w:r>
              <w:rPr>
                <w:bCs/>
                <w:lang w:val="fr-BE" w:eastAsia="en-GB"/>
              </w:rPr>
              <w:t>s</w:t>
            </w:r>
            <w:r w:rsidRPr="001D3EEC" w:rsidR="00377580">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Pr>
                    <w:rFonts w:hint="eastAsia" w:ascii="MS Gothic" w:hAnsi="MS Gothic" w:eastAsia="MS Gothic"/>
                    <w:bCs/>
                    <w:szCs w:val="24"/>
                    <w:lang w:val="fr-BE" w:eastAsia="en-GB"/>
                  </w:rPr>
                  <w:t>☒</w:t>
                </w:r>
              </w:sdtContent>
            </w:sdt>
            <w:r w:rsidRPr="001D3EEC" w:rsidR="00377580">
              <w:rPr>
                <w:bCs/>
                <w:lang w:val="fr-BE" w:eastAsia="en-GB"/>
              </w:rPr>
              <w:t xml:space="preserve"> Bruxelles </w:t>
            </w:r>
            <w:r w:rsidR="0092295D">
              <w:rPr>
                <w:bCs/>
                <w:lang w:val="fr-BE" w:eastAsia="en-GB"/>
              </w:rPr>
              <w:t xml:space="preserve"> </w:t>
            </w:r>
            <w:r w:rsidRPr="001D3EEC" w:rsidR="00377580">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Autre:</w:t>
            </w:r>
          </w:p>
          <w:p w:rsidRPr="001D3EEC" w:rsidR="00377580" w:rsidP="005F6927" w:rsidRDefault="00377580" w14:paraId="6A0ABCA6" w14:textId="77777777">
            <w:pPr>
              <w:tabs>
                <w:tab w:val="left" w:pos="426"/>
              </w:tabs>
              <w:spacing w:after="0"/>
              <w:contextualSpacing/>
              <w:rPr>
                <w:bCs/>
                <w:lang w:val="fr-BE" w:eastAsia="en-GB"/>
              </w:rPr>
            </w:pPr>
          </w:p>
        </w:tc>
      </w:tr>
      <w:tr w:rsidRPr="00AF417C" w:rsidR="00E850B7" w:rsidTr="00BC2C0C" w14:paraId="7643981F" w14:textId="77777777">
        <w:tc>
          <w:tcPr>
            <w:tcW w:w="3111" w:type="dxa"/>
          </w:tcPr>
          <w:p w:rsidRPr="0007110E" w:rsidR="00E850B7" w:rsidP="00BC2C0C" w:rsidRDefault="00DC5C83" w14:paraId="6EF8291E" w14:textId="38B2B2AA">
            <w:pPr>
              <w:tabs>
                <w:tab w:val="left" w:pos="426"/>
              </w:tabs>
              <w:spacing w:before="120" w:after="0"/>
              <w:rPr>
                <w:bCs/>
                <w:lang w:val="en-IE" w:eastAsia="en-GB"/>
              </w:rPr>
            </w:pPr>
            <w:r>
              <w:rPr>
                <w:bCs/>
                <w:lang w:val="en-IE" w:eastAsia="en-GB"/>
              </w:rPr>
              <w:t>Type de détachement</w:t>
            </w:r>
          </w:p>
        </w:tc>
        <w:tc>
          <w:tcPr>
            <w:tcW w:w="5491" w:type="dxa"/>
          </w:tcPr>
          <w:p w:rsidRPr="0007110E" w:rsidR="00E850B7" w:rsidP="00BC2C0C" w:rsidRDefault="00E850B7" w14:paraId="414E5C9C" w14:textId="5866FB5C">
            <w:pPr>
              <w:tabs>
                <w:tab w:val="left" w:pos="426"/>
              </w:tabs>
              <w:spacing w:before="120"/>
              <w:rPr>
                <w:bCs/>
                <w:lang w:val="en-IE" w:eastAsia="en-GB"/>
              </w:rPr>
            </w:pPr>
            <w:r>
              <w:rPr>
                <w:bCs/>
                <w:lang w:val="en-GB" w:eastAsia="en-GB"/>
              </w:rPr>
              <w:object w:dxaOrig="1440" w:dyaOrig="1440"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75pt" o:ole="" type="#_x0000_t75">
                  <v:imagedata o:title="" r:id="rId14"/>
                </v:shape>
                <w:control w:name="OptionButton6" w:shapeid="_x0000_i1037" r:id="rId15"/>
              </w:object>
            </w:r>
            <w:r>
              <w:rPr>
                <w:bCs/>
                <w:lang w:val="en-GB" w:eastAsia="en-GB"/>
              </w:rPr>
              <w:object w:dxaOrig="1440" w:dyaOrig="1440" w14:anchorId="70119E70">
                <v:shape id="_x0000_i1039" style="width:108pt;height:21.75pt" o:ole="" type="#_x0000_t75">
                  <v:imagedata o:title="" r:id="rId16"/>
                </v:shape>
                <w:control w:name="OptionButton7" w:shapeid="_x0000_i1039" r:id="rId17"/>
              </w:object>
            </w:r>
          </w:p>
        </w:tc>
      </w:tr>
      <w:tr w:rsidRPr="001D3EEC" w:rsidR="00377580" w:rsidTr="005F6927" w14:paraId="52DCBCF8" w14:textId="77777777">
        <w:tc>
          <w:tcPr>
            <w:tcW w:w="8602" w:type="dxa"/>
            <w:gridSpan w:val="2"/>
          </w:tcPr>
          <w:p w:rsidR="00377580" w:rsidP="005F6927" w:rsidRDefault="001A0074" w14:paraId="75C9C8EC" w14:textId="24E4F1D7">
            <w:pPr>
              <w:tabs>
                <w:tab w:val="left" w:pos="426"/>
              </w:tabs>
              <w:rPr>
                <w:bCs/>
                <w:lang w:val="fr-BE" w:eastAsia="en-GB"/>
              </w:rPr>
            </w:pPr>
            <w:r w:rsidRPr="001D3EEC">
              <w:rPr>
                <w:bCs/>
                <w:lang w:val="fr-BE" w:eastAsia="en-GB"/>
              </w:rPr>
              <w:t>Cet avis de vacance est ouvert aux:</w:t>
            </w:r>
          </w:p>
          <w:p w:rsidR="00A65B97" w:rsidP="00A65B97" w:rsidRDefault="00A65B97" w14:paraId="58BA5DEB" w14:textId="515048C5">
            <w:pPr>
              <w:tabs>
                <w:tab w:val="left" w:pos="426"/>
              </w:tabs>
              <w:contextualSpacing/>
              <w:rPr>
                <w:bCs/>
                <w:szCs w:val="24"/>
                <w:lang w:eastAsia="en-GB"/>
              </w:rPr>
            </w:pPr>
            <w:r>
              <w:rPr>
                <w:bCs/>
                <w:lang w:val="en-GB" w:eastAsia="en-GB"/>
              </w:rPr>
              <w:object w:dxaOrig="1440" w:dyaOrig="1440" w14:anchorId="490F6E61">
                <v:shape id="_x0000_i1041" style="width:171pt;height:21.75pt" o:ole="" type="#_x0000_t75">
                  <v:imagedata o:title="" r:id="rId18"/>
                </v:shape>
                <w:control w:name="OptionButton41" w:shapeid="_x0000_i1041" r:id="rId19"/>
              </w:object>
            </w:r>
          </w:p>
          <w:p w:rsidRPr="00A65B97" w:rsidR="00A65B97" w:rsidP="00A65B97" w:rsidRDefault="00A65B97" w14:paraId="00B1E6CD" w14:textId="77777777">
            <w:pPr>
              <w:tabs>
                <w:tab w:val="left" w:pos="426"/>
              </w:tabs>
              <w:spacing w:after="120"/>
              <w:ind w:left="567"/>
              <w:rPr>
                <w:bCs/>
                <w:szCs w:val="24"/>
                <w:lang w:val="fr-BE" w:eastAsia="en-GB"/>
              </w:rPr>
            </w:pPr>
            <w:r w:rsidRPr="00A65B97">
              <w:rPr>
                <w:bCs/>
                <w:szCs w:val="24"/>
                <w:lang w:val="fr-BE" w:eastAsia="en-GB"/>
              </w:rPr>
              <w:t>ainsi qu’aux</w:t>
            </w:r>
          </w:p>
          <w:p w:rsidRPr="001D3EEC" w:rsidR="00377580" w:rsidP="00A65B97" w:rsidRDefault="00023D43" w14:paraId="592E0483" w14:textId="4B88E3AC">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121447">
                  <w:rPr>
                    <w:rFonts w:hint="eastAsia" w:ascii="MS Gothic" w:hAnsi="MS Gothic" w:eastAsia="MS Gothic"/>
                    <w:bCs/>
                    <w:szCs w:val="24"/>
                    <w:lang w:val="fr-BE" w:eastAsia="en-GB"/>
                  </w:rPr>
                  <w:t>☒</w:t>
                </w:r>
              </w:sdtContent>
            </w:sdt>
            <w:r w:rsidR="00A65B97">
              <w:rPr>
                <w:bCs/>
                <w:szCs w:val="24"/>
                <w:lang w:val="fr-BE" w:eastAsia="en-GB"/>
              </w:rPr>
              <w:t xml:space="preserve"> </w:t>
            </w:r>
            <w:r w:rsidRPr="001D3EEC" w:rsidR="001A0074">
              <w:rPr>
                <w:bCs/>
                <w:szCs w:val="24"/>
                <w:lang w:val="fr-BE" w:eastAsia="en-GB"/>
              </w:rPr>
              <w:t>pays AELE suivants</w:t>
            </w:r>
            <w:r w:rsidRPr="001D3EEC" w:rsidR="00377580">
              <w:rPr>
                <w:bCs/>
                <w:szCs w:val="24"/>
                <w:lang w:val="fr-BE" w:eastAsia="en-GB"/>
              </w:rPr>
              <w:t>:</w:t>
            </w:r>
          </w:p>
          <w:p w:rsidRPr="001D3EEC" w:rsidR="00377580" w:rsidP="00A65B97" w:rsidRDefault="00377580" w14:paraId="556FFC51" w14:textId="2BA8F9F1">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121447">
                  <w:rPr>
                    <w:rFonts w:hint="eastAsia"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121447">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121447">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023D43">
                  <w:rPr>
                    <w:rFonts w:hint="eastAsia"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A65B97" w:rsidRDefault="00023D43" w14:paraId="442F8A64" w14:textId="18008AF8">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r w:rsidRPr="001D3EEC" w:rsidR="001A0074">
              <w:rPr>
                <w:bCs/>
                <w:szCs w:val="24"/>
                <w:lang w:val="fr-BE" w:eastAsia="en-GB"/>
              </w:rPr>
              <w:t>pays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r w:rsidR="00DC5C83">
                  <w:rPr>
                    <w:rStyle w:val="PlaceholderText"/>
                    <w:bCs/>
                    <w:lang w:val="fr-BE"/>
                  </w:rPr>
                  <w:t>…</w:t>
                </w:r>
                <w:r w:rsidRPr="001D3EEC" w:rsidR="00377580">
                  <w:rPr>
                    <w:rStyle w:val="PlaceholderText"/>
                    <w:bCs/>
                    <w:lang w:val="fr-BE"/>
                  </w:rPr>
                  <w:t xml:space="preserve">    </w:t>
                </w:r>
              </w:sdtContent>
            </w:sdt>
          </w:p>
          <w:p w:rsidR="00377580" w:rsidP="00A65B97" w:rsidRDefault="00023D43" w14:paraId="77C548F6" w14:textId="1BBE49F2">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r w:rsidRPr="001D3EEC" w:rsidR="001A0074">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rsidRPr="001D3EEC" w:rsidR="00A65B97" w:rsidP="00A65B97" w:rsidRDefault="00A65B97" w14:paraId="2B5ABBA0" w14:textId="61C27209">
            <w:pPr>
              <w:tabs>
                <w:tab w:val="left" w:pos="426"/>
              </w:tabs>
              <w:rPr>
                <w:bCs/>
                <w:szCs w:val="24"/>
                <w:lang w:val="fr-BE" w:eastAsia="en-GB"/>
              </w:rPr>
            </w:pPr>
            <w:r>
              <w:rPr>
                <w:bCs/>
                <w:lang w:val="en-GB" w:eastAsia="en-GB"/>
              </w:rPr>
              <w:object w:dxaOrig="1440" w:dyaOrig="1440" w14:anchorId="668CFC0D">
                <v:shape id="_x0000_i1043" style="width:320.25pt;height:21.75pt" o:ole="" type="#_x0000_t75">
                  <v:imagedata o:title="" r:id="rId20"/>
                </v:shape>
                <w:control w:name="OptionButton5" w:shapeid="_x0000_i1043" r:id="rId21"/>
              </w:object>
            </w:r>
          </w:p>
        </w:tc>
      </w:tr>
      <w:tr w:rsidRPr="00B566C1" w:rsidR="00E850B7" w:rsidTr="00DE0E7F" w14:paraId="377A2509" w14:textId="77777777">
        <w:tc>
          <w:tcPr>
            <w:tcW w:w="3111" w:type="dxa"/>
          </w:tcPr>
          <w:p w:rsidRPr="0007110E" w:rsidR="00E850B7" w:rsidP="00DE0E7F"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Pr>
          <w:p w:rsidR="00E850B7" w:rsidP="00DE0E7F" w:rsidRDefault="00E850B7" w14:paraId="35A2EEC2" w14:textId="7547CE91">
            <w:pPr>
              <w:tabs>
                <w:tab w:val="left" w:pos="426"/>
              </w:tabs>
              <w:spacing w:before="120" w:after="120"/>
              <w:rPr>
                <w:bCs/>
                <w:szCs w:val="24"/>
                <w:lang w:val="en-GB" w:eastAsia="en-GB"/>
              </w:rPr>
            </w:pPr>
            <w:r>
              <w:rPr>
                <w:bCs/>
                <w:lang w:val="en-GB" w:eastAsia="en-GB"/>
              </w:rPr>
              <w:object w:dxaOrig="1440" w:dyaOrig="1440" w14:anchorId="4F9AA0C1">
                <v:shape id="_x0000_i1045" style="width:108pt;height:21.75pt" o:ole="" type="#_x0000_t75">
                  <v:imagedata o:title="" r:id="rId22"/>
                </v:shape>
                <w:control w:name="OptionButton2" w:shapeid="_x0000_i1045" r:id="rId23"/>
              </w:object>
            </w:r>
            <w:r>
              <w:rPr>
                <w:bCs/>
                <w:lang w:val="en-GB" w:eastAsia="en-GB"/>
              </w:rPr>
              <w:object w:dxaOrig="1440" w:dyaOrig="1440" w14:anchorId="7A15FAEE">
                <v:shape id="_x0000_i1047" style="width:108pt;height:21.75pt" o:ole="" type="#_x0000_t75">
                  <v:imagedata o:title="" r:id="rId24"/>
                </v:shape>
                <w:control w:name="OptionButton3" w:shapeid="_x0000_i1047" r:id="rId25"/>
              </w:object>
            </w:r>
          </w:p>
          <w:p w:rsidRPr="0007110E" w:rsidR="006B47B6" w:rsidP="00DE0E7F" w:rsidRDefault="00BF389A" w14:paraId="63DD2FA8" w14:textId="75F37132">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10-27T00:00:00Z">
                  <w:dateFormat w:val="dd-MM-yyyy"/>
                  <w:lid w:val="fr-BE"/>
                  <w:storeMappedDataAs w:val="dateTime"/>
                  <w:calendar w:val="gregorian"/>
                </w:date>
              </w:sdtPr>
              <w:sdtEndPr/>
              <w:sdtContent>
                <w:r w:rsidR="00121447">
                  <w:rPr>
                    <w:bCs/>
                    <w:lang w:val="fr-BE" w:eastAsia="en-GB"/>
                  </w:rPr>
                  <w:t>27-10-2025</w:t>
                </w:r>
              </w:sdtContent>
            </w:sdt>
          </w:p>
        </w:tc>
      </w:tr>
    </w:tbl>
    <w:p w:rsidRPr="00BF389A" w:rsidR="00E850B7" w:rsidP="00377580" w:rsidRDefault="00E850B7" w14:paraId="64E3B7F7" w14:textId="4ACBF2E8">
      <w:pPr>
        <w:rPr>
          <w:b/>
          <w:bCs/>
          <w:lang w:val="en-IE" w:eastAsia="en-GB"/>
        </w:rPr>
      </w:pP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lang w:val="fr-BE" w:eastAsia="en-GB"/>
        </w:rPr>
      </w:sdtEndPr>
      <w:sdtContent>
        <w:p w:rsidRPr="00121447" w:rsidR="00121447" w:rsidP="00121447" w:rsidRDefault="00121447" w14:paraId="081A4CEB" w14:textId="77777777">
          <w:pPr>
            <w:rPr>
              <w:lang w:val="fr-BE" w:eastAsia="en-GB"/>
            </w:rPr>
          </w:pPr>
          <w:r w:rsidRPr="00121447">
            <w:rPr>
              <w:lang w:val="fr-BE" w:eastAsia="en-GB"/>
            </w:rPr>
            <w:t>La direction D a pour mission de coordonner les ressources et l’expertise de la DG ENEST et des services de la Commission en vue de soutenir les programmes de réforme de l’Ukraine, la coordination de l’aide d’urgence et de la reconstruction et la mise en œuvre de l’accord d’association UE-Ukraine, y compris l’organisation du rapprochement de la législation ukrainienne avec celle de l’UE, ainsi que la mise en œuvre de la facilité pour l’Ukraine.</w:t>
          </w:r>
        </w:p>
        <w:p w:rsidRPr="00121447" w:rsidR="001A0074" w:rsidP="00121447" w:rsidRDefault="00121447" w14:paraId="18140A21" w14:textId="740584F9">
          <w:pPr>
            <w:rPr>
              <w:lang w:val="es-ES" w:eastAsia="en-GB"/>
            </w:rPr>
          </w:pPr>
          <w:r w:rsidRPr="00121447">
            <w:rPr>
              <w:lang w:val="fr-BE" w:eastAsia="en-GB"/>
            </w:rPr>
            <w:lastRenderedPageBreak/>
            <w:t xml:space="preserve">L’objectif général de l’unité D.3 est de soutenir les réformes dans les domaines de l’état de droit et des droits fondamentaux, de l’administration publique et des institutions démocratiques en Ukraine, y compris les mécanismes de protection des intérêts financiers de l’Union; définir la conditionnalité politique en ce qui concerne les questions juridiques, de gouvernance et de lutte contre la corruption qui constitueront la base du futur soutien financier, ainsi que gérer l’assistance financière (aspects procéduraux).  </w:t>
          </w:r>
        </w:p>
      </w:sdtContent>
    </w:sdt>
    <w:p w:rsidRPr="00121447" w:rsidR="00301CA3" w:rsidP="001A0074" w:rsidRDefault="00301CA3" w14:paraId="30B422AA" w14:textId="77777777">
      <w:pPr>
        <w:rPr>
          <w:b/>
          <w:bCs/>
          <w:lang w:val="es-ES" w:eastAsia="en-GB"/>
        </w:rPr>
      </w:pPr>
    </w:p>
    <w:p w:rsidRPr="0053405E" w:rsidR="00B31DC8" w:rsidP="001A0074" w:rsidRDefault="00B31DC8" w14:paraId="28AD0173" w14:textId="2B27CB6F">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rPr>
          <w:lang w:val="fr-BE" w:eastAsia="en-GB"/>
        </w:rPr>
      </w:sdtEndPr>
      <w:sdtContent>
        <w:p w:rsidR="008C4554" w:rsidP="008C4554" w:rsidRDefault="008C4554" w14:paraId="166D8E4C" w14:textId="5B598003">
          <w:pPr>
            <w:spacing w:after="0"/>
          </w:pPr>
          <w:r>
            <w:t>Un</w:t>
          </w:r>
          <w:r w:rsidR="00E150D4">
            <w:t>(e)</w:t>
          </w:r>
          <w:r>
            <w:t xml:space="preserve"> chargé</w:t>
          </w:r>
          <w:r w:rsidR="00E150D4">
            <w:t>(e)</w:t>
          </w:r>
          <w:r>
            <w:t xml:space="preserve"> de mission qui contribuera à la définition, à la coordination et à la mise en œuvre des politiques de l’UE concernant les relations bilatérales entre l’UE et l’Ukraine dans les domaines des politiques relatives à l’état de droit, afin de faire avancer le processus d’intégration de l’Ukraine à l’UE.</w:t>
          </w:r>
        </w:p>
        <w:p w:rsidR="008C4554" w:rsidP="008C4554" w:rsidRDefault="008C4554" w14:paraId="03F8A42C" w14:textId="77777777">
          <w:pPr>
            <w:spacing w:after="0"/>
          </w:pPr>
        </w:p>
        <w:p w:rsidR="008C4554" w:rsidP="008C4554" w:rsidRDefault="008C4554" w14:paraId="74BEE60D" w14:textId="77777777">
          <w:pPr>
            <w:pStyle w:val="P68B1DB1-Normal2"/>
          </w:pPr>
          <w:r w:rsidRPr="117F4C37" w:rsidR="008C4554">
            <w:rPr>
              <w:lang w:val="fr-FR"/>
            </w:rPr>
            <w:t xml:space="preserve">Responsabilités </w:t>
          </w:r>
          <w:r w:rsidRPr="117F4C37" w:rsidR="008C4554">
            <w:rPr>
              <w:lang w:val="fr-FR"/>
            </w:rPr>
            <w:t>principales:</w:t>
          </w:r>
          <w:r w:rsidRPr="117F4C37" w:rsidR="008C4554">
            <w:rPr>
              <w:lang w:val="fr-FR"/>
            </w:rPr>
            <w:t xml:space="preserve"> </w:t>
          </w:r>
        </w:p>
        <w:p w:rsidR="008C4554" w:rsidP="008C4554" w:rsidRDefault="008C4554" w14:paraId="5A8C7828" w14:textId="77777777">
          <w:bookmarkStart w:name="_Hlk166076717" w:id="0"/>
          <w:r>
            <w:t xml:space="preserve">• </w:t>
          </w:r>
          <w:bookmarkEnd w:id="0"/>
          <w:r>
            <w:t xml:space="preserve">Soutenir le dialogue politique avec tous les ministères, agences, donateurs et autres parties prenantes concernés dans tous les domaines de préoccupation. Entretenir des contacts fructueux et efficaces avec les autorités et institutions nationales avec les représentants des missions diplomatiques des États membres, avec les représentants des organisations internationales et des institutions financières et avec les organisations de la société civile. </w:t>
          </w:r>
        </w:p>
        <w:p w:rsidR="008C4554" w:rsidP="008C4554" w:rsidRDefault="008C4554" w14:paraId="59EA850D" w14:textId="77777777">
          <w:r>
            <w:t>• Suivre la situation et les progrès réalisés dans des domaines spécifiques de l’état de droit. Rédiger et mettre à jour des rapports d’analyse complets, des rapports annuels sur le paquet élargissement, des rapports de synthèse et/ou des notes d’information.</w:t>
          </w:r>
        </w:p>
        <w:p w:rsidR="008C4554" w:rsidP="008C4554" w:rsidRDefault="008C4554" w14:paraId="14FF1A7E" w14:textId="77777777">
          <w:r>
            <w:t xml:space="preserve">• Contribuer à l’évaluation des indicateurs du plan pour l’Ukraine dans les domaines pertinents des fondamentaux. </w:t>
          </w:r>
        </w:p>
        <w:p w:rsidR="008C4554" w:rsidP="008C4554" w:rsidRDefault="008C4554" w14:paraId="19A8144A" w14:textId="77777777">
          <w:r>
            <w:t>• Coordonner et/ou contribuer à la cohérence des nouvelles activités d’élaboration des politiques en Ukraine et/ou de leur mise en œuvre avec les objectifs et priorités politiques de la Commission.</w:t>
          </w:r>
        </w:p>
        <w:p w:rsidR="008C4554" w:rsidP="008C4554" w:rsidRDefault="008C4554" w14:paraId="601F1D6B" w14:textId="4558B77B">
          <w:r>
            <w:t xml:space="preserve">• Le poste est basé à Bruxelles. Des déplacements occasionnels à Kiev pourraient être envisagés si la situation en matière de sécurité le permet.  </w:t>
          </w:r>
        </w:p>
        <w:p w:rsidRPr="008C4554" w:rsidR="00301CA3" w:rsidP="008C4554" w:rsidRDefault="00023D43" w14:paraId="3D69C09B" w14:textId="1F02377E">
          <w:pPr>
            <w:rPr>
              <w:lang w:val="en-IE" w:eastAsia="en-GB"/>
            </w:rPr>
          </w:pPr>
        </w:p>
      </w:sdtContent>
    </w:sdt>
    <w:p w:rsidRPr="0053405E" w:rsidR="001A0074" w:rsidP="001A0074" w:rsidRDefault="00B31DC8" w14:paraId="69B92155" w14:textId="09A29639">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lang w:val="fr-BE" w:eastAsia="en-GB"/>
        </w:rPr>
      </w:sdtEndPr>
      <w:sdtContent>
        <w:sdt>
          <w:sdtPr>
            <w:rPr>
              <w:lang w:val="en-US" w:eastAsia="en-GB"/>
            </w:rPr>
            <w:id w:val="-209197804"/>
            <w:placeholder>
              <w:docPart w:val="D041224553B1486D8FF8CCE1F404800F"/>
            </w:placeholder>
          </w:sdtPr>
          <w:sdtEndPr>
            <w:rPr>
              <w:lang w:val="en-US" w:eastAsia="en-GB"/>
            </w:rPr>
          </w:sdtEndPr>
          <w:sdtContent>
            <w:p w:rsidR="008C4554" w:rsidP="008C4554" w:rsidRDefault="008C4554" w14:paraId="6CAC7101" w14:textId="77777777">
              <w:r>
                <w:t xml:space="preserve">Master/doctorat en droit, relations internationales ou domaines connexes.  </w:t>
              </w:r>
            </w:p>
            <w:p w:rsidR="008C4554" w:rsidP="008C4554" w:rsidRDefault="008C4554" w14:paraId="2E781D77" w14:textId="77777777">
              <w:r>
                <w:t>Au moins 3 ans d’expérience professionnelle pertinente, idéalement dans une institution publique.</w:t>
              </w:r>
            </w:p>
            <w:p w:rsidR="008C4554" w:rsidP="008C4554" w:rsidRDefault="008C4554" w14:paraId="510F197F" w14:textId="77777777">
              <w:r>
                <w:t xml:space="preserve">Une connaissance des questions pertinentes relatives à l’état de droit serait un atout; telles que les institutions judiciaires, la réforme du secteur de la justice, la lutte contre la corruption, la criminalité organisée, les services répressifs, la migration, l’asile, la politique des visas et les frontières extérieures.  </w:t>
              </w:r>
            </w:p>
            <w:p w:rsidRPr="008C4554" w:rsidR="00F65CC2" w:rsidP="008C4554" w:rsidRDefault="008C4554" w14:paraId="5D76C15C" w14:textId="6F0D5363">
              <w:pPr>
                <w:rPr>
                  <w:lang w:eastAsia="en-GB"/>
                </w:rPr>
              </w:pPr>
              <w:r>
                <w:lastRenderedPageBreak/>
                <w:t xml:space="preserve">D’excellentes capacités de communication orale et écrite sont nécessaires en anglais. Aptitude à communiquer clairement sur des sujets complexes, y compris avec des non-experts dans ce domaine. </w:t>
              </w:r>
            </w:p>
          </w:sdtContent>
        </w:sdt>
      </w:sdtContent>
    </w:sdt>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008C4554" w:rsidP="008C4554" w:rsidRDefault="008C4554" w14:paraId="1BADE9E2" w14:textId="77777777">
      <w:pPr>
        <w:keepNext/>
        <w:rPr>
          <w:szCs w:val="24"/>
        </w:rPr>
      </w:pPr>
      <w:r>
        <w:t xml:space="preserve">Les détachements sont régis par la </w:t>
      </w:r>
      <w:r>
        <w:rPr>
          <w:b/>
        </w:rPr>
        <w:t xml:space="preserve">décision de la Commission C (2008) 6866 du 12/11/2008 </w:t>
      </w:r>
      <w:r>
        <w:t>relative au régime applicable aux experts nationaux détachés et aux experts nationaux en formation professionnelle auprès des services de la Commission (décision END).</w:t>
      </w:r>
    </w:p>
    <w:p w:rsidR="008C4554" w:rsidP="008C4554" w:rsidRDefault="008C4554" w14:paraId="79F23454" w14:textId="77777777">
      <w:r>
        <w:t xml:space="preserve">Aux termes de la décision END, vous devez remplir les critères d’admission suivants à </w:t>
      </w:r>
      <w:r>
        <w:rPr>
          <w:b/>
        </w:rPr>
        <w:t>la date de début</w:t>
      </w:r>
      <w:r>
        <w:t xml:space="preserve"> du détachement:</w:t>
      </w:r>
    </w:p>
    <w:p w:rsidR="008C4554" w:rsidP="008C4554" w:rsidRDefault="008C4554" w14:paraId="5BCE6151" w14:textId="77777777">
      <w:pPr>
        <w:pStyle w:val="ListBullet"/>
      </w:pPr>
      <w:r>
        <w:rPr>
          <w:u w:val="single"/>
        </w:rPr>
        <w:t>Expérience professionnelle:</w:t>
      </w:r>
      <w:r>
        <w:t xml:space="preserve"> posséder une expérience professionnelle d’au moins trois ans dans l’exercice de fonctions administratives, juridiques, scientifiques, techniques, de conseil ou de supervision, à un grade équivalant au groupe de fonctions AD.</w:t>
      </w:r>
    </w:p>
    <w:p w:rsidR="008C4554" w:rsidP="008C4554" w:rsidRDefault="008C4554" w14:paraId="1778425C" w14:textId="77777777">
      <w:pPr>
        <w:pStyle w:val="ListBullet"/>
      </w:pPr>
      <w:r>
        <w:rPr>
          <w:u w:val="single"/>
        </w:rPr>
        <w:t>Ancienneté:</w:t>
      </w:r>
      <w:r>
        <w:t xml:space="preserve"> avoir travaillé pendant au moins une année complète (12 mois) auprès de votre employeur actuel dans un cadre statutaire ou contractuel.</w:t>
      </w:r>
    </w:p>
    <w:p w:rsidR="008C4554" w:rsidP="008C4554" w:rsidRDefault="008C4554" w14:paraId="7B968668" w14:textId="77777777">
      <w:pPr>
        <w:pStyle w:val="ListBullet"/>
      </w:pPr>
      <w:r>
        <w:rPr>
          <w:u w:val="single"/>
        </w:rPr>
        <w:t>Travaille chez:</w:t>
      </w:r>
      <w:r>
        <w:t xml:space="preserve"> être une administration nationale, régionale ou locale ou une organisation publique intergouvernementale (OIG); exceptionnellement et après dérogation spécifique, la Commission peut accepter des candidatures d’un employeur relevant du secteur public (par exemple, agence ou institut de régulation), d’une université ou d’un institut de recherche indépendant;</w:t>
      </w:r>
    </w:p>
    <w:p w:rsidRPr="008C4554" w:rsidR="00377580" w:rsidP="00377580" w:rsidRDefault="008C4554" w14:paraId="5293BC74" w14:textId="2922719A">
      <w:pPr>
        <w:pStyle w:val="ListBullet"/>
      </w:pPr>
      <w:r>
        <w:rPr>
          <w:u w:val="single"/>
        </w:rPr>
        <w:t>Compétences linguistiques:</w:t>
      </w:r>
      <w:r>
        <w:t xml:space="preserve">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nécessaire à l’accomplissement des tâches qui lui seront confiées.</w:t>
      </w: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1D3EEC" w:rsidR="00377580">
        <w:rPr>
          <w:bCs/>
          <w:lang w:val="fr-BE" w:eastAsia="en-GB"/>
        </w:rPr>
        <w:t xml:space="preserve">employé et rémunéré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00443957" w:rsidP="006F23BA" w:rsidRDefault="007A10AA" w14:paraId="43DCD3E1" w14:textId="154E7469">
      <w:pPr>
        <w:pStyle w:val="Replace"/>
        <w:rPr>
          <w:lang w:val="fr-BE"/>
        </w:rPr>
      </w:pPr>
      <w:r>
        <w:rPr>
          <w:lang w:val="fr-BE"/>
        </w:rPr>
        <w:t xml:space="preserve">Dans le cas où le poste est publié avec </w:t>
      </w:r>
      <w:r w:rsidRPr="001D3EEC" w:rsidR="00A917BE">
        <w:rPr>
          <w:lang w:val="fr-BE"/>
        </w:rPr>
        <w:t>indemnités de séjour</w:t>
      </w:r>
      <w:r>
        <w:rPr>
          <w:lang w:val="fr-BE"/>
        </w:rPr>
        <w:t>, celles-ci</w:t>
      </w:r>
      <w:r w:rsidRPr="001D3EEC" w:rsidR="00A917BE">
        <w:rPr>
          <w:lang w:val="fr-BE"/>
        </w:rPr>
        <w:t xml:space="preserve"> </w:t>
      </w:r>
      <w:r w:rsidRPr="001D3EEC" w:rsidR="006F23BA">
        <w:rPr>
          <w:lang w:val="fr-BE"/>
        </w:rPr>
        <w:t xml:space="preserve">ne </w:t>
      </w:r>
      <w:r>
        <w:rPr>
          <w:lang w:val="fr-BE"/>
        </w:rPr>
        <w:t xml:space="preserve">vous </w:t>
      </w:r>
      <w:r w:rsidRPr="001D3EEC" w:rsidR="006F23BA">
        <w:rPr>
          <w:lang w:val="fr-BE"/>
        </w:rPr>
        <w:t xml:space="preserve">seront </w:t>
      </w:r>
      <w:r w:rsidRPr="001D3EEC" w:rsidR="007B5FAE">
        <w:rPr>
          <w:lang w:val="fr-BE"/>
        </w:rPr>
        <w:t>octroyées</w:t>
      </w:r>
      <w:r w:rsidRPr="001D3EEC" w:rsidR="006F23BA">
        <w:rPr>
          <w:lang w:val="fr-BE"/>
        </w:rPr>
        <w:t xml:space="preserve"> </w:t>
      </w:r>
      <w:r>
        <w:rPr>
          <w:lang w:val="fr-BE"/>
        </w:rPr>
        <w:t>que si vous</w:t>
      </w:r>
      <w:r w:rsidRPr="001D3EEC" w:rsidR="00A917BE">
        <w:rPr>
          <w:lang w:val="fr-BE"/>
        </w:rPr>
        <w:t xml:space="preserve"> rempli</w:t>
      </w:r>
      <w:r w:rsidRPr="001D3EEC" w:rsidR="00F65CC2">
        <w:rPr>
          <w:lang w:val="fr-BE"/>
        </w:rPr>
        <w:t>sse</w:t>
      </w:r>
      <w:r>
        <w:rPr>
          <w:lang w:val="fr-BE"/>
        </w:rPr>
        <w:t>z</w:t>
      </w:r>
      <w:r w:rsidRPr="001D3EEC" w:rsidR="00A917BE">
        <w:rPr>
          <w:lang w:val="fr-BE"/>
        </w:rPr>
        <w:t xml:space="preserve"> les conditions</w:t>
      </w:r>
      <w:r w:rsidRPr="001D3EEC" w:rsidR="006F23BA">
        <w:rPr>
          <w:lang w:val="fr-BE"/>
        </w:rPr>
        <w:t xml:space="preserve"> prévues à </w:t>
      </w:r>
      <w:r w:rsidRPr="001D3EEC" w:rsidR="00A917BE">
        <w:rPr>
          <w:lang w:val="fr-BE"/>
        </w:rPr>
        <w:t>l</w:t>
      </w:r>
      <w:r w:rsidRPr="001D3EEC" w:rsidR="006F23BA">
        <w:rPr>
          <w:lang w:val="fr-BE"/>
        </w:rPr>
        <w:t>’</w:t>
      </w:r>
      <w:r w:rsidRPr="001D3EEC" w:rsidR="00A917BE">
        <w:rPr>
          <w:lang w:val="fr-BE"/>
        </w:rPr>
        <w:t>article 17 de la décision END.</w:t>
      </w:r>
    </w:p>
    <w:p w:rsidRPr="001D3EEC" w:rsidR="00377580" w:rsidP="00377580" w:rsidRDefault="007A10AA" w14:paraId="1D83DC51" w14:textId="340AA940">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conformément </w:t>
      </w:r>
      <w:hyperlink w:history="1" r:id="rId26">
        <w:r w:rsidRPr="001D3EEC" w:rsidR="00F65CC2">
          <w:rPr>
            <w:rStyle w:val="Hyperlink"/>
            <w:lang w:val="fr-BE"/>
          </w:rPr>
          <w:t>à la décision de la Commission (EU – Euratom) 2015/444 du 13 mars 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443957" w:rsidP="00443957" w:rsidRDefault="00443957" w14:paraId="39E123A3" w14:textId="77777777">
      <w:pPr>
        <w:rPr>
          <w:u w:val="single"/>
          <w:lang w:val="fr-BE" w:eastAsia="en-GB"/>
        </w:rPr>
      </w:pP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lastRenderedPageBreak/>
        <w:t>Soumission des candidatures et procédure de sélection</w:t>
      </w:r>
    </w:p>
    <w:p w:rsidRPr="00FB38BC" w:rsidR="00FB38BC" w:rsidP="00FB38BC" w:rsidRDefault="00FB38BC" w14:paraId="71C6B120" w14:textId="77777777">
      <w:pPr>
        <w:keepNext/>
        <w:rPr>
          <w:lang w:val="fr"/>
        </w:rPr>
      </w:pPr>
      <w:r w:rsidRPr="00FB38BC">
        <w:rPr>
          <w:lang w:val="fr"/>
        </w:rPr>
        <w:t xml:space="preserve">Si vous êtes intéressé, veuillez suivre les instructions données par votre employeur pour postuler. </w:t>
      </w:r>
    </w:p>
    <w:p w:rsidRPr="00FB38BC" w:rsidR="00FB38BC" w:rsidP="00FB38BC" w:rsidRDefault="00FB38BC" w14:paraId="6E861C59" w14:textId="77777777">
      <w:pPr>
        <w:keepNext/>
        <w:rPr>
          <w:lang w:val="fr"/>
        </w:rPr>
      </w:pPr>
      <w:r w:rsidRPr="00FB38BC">
        <w:rPr>
          <w:lang w:val="fr"/>
        </w:rPr>
        <w:t xml:space="preserve">La Commission européenne </w:t>
      </w:r>
      <w:r w:rsidRPr="00FB38BC">
        <w:rPr>
          <w:b/>
          <w:lang w:val="fr"/>
        </w:rPr>
        <w:t>n’accepte que les candidatures soumises par l’intermédiaire de la représentation permanente/mission diplomatique auprès de l’UE de votre pays, du secrétariat de l’AELE ou du ou des canaux auxquels elle a expressément consenti.</w:t>
      </w:r>
      <w:r w:rsidRPr="00FB38BC">
        <w:rPr>
          <w:lang w:val="fr"/>
        </w:rPr>
        <w:t xml:space="preserve"> Les candidatures transmises directement par vous ou votre employeur ne seront pas prises en considération.</w:t>
      </w:r>
    </w:p>
    <w:p w:rsidRPr="00FB38BC" w:rsidR="00FB38BC" w:rsidP="00FB38BC" w:rsidRDefault="00FB38BC" w14:paraId="29FA68C3" w14:textId="77777777">
      <w:pPr>
        <w:keepNext/>
        <w:rPr>
          <w:lang w:val="fr"/>
        </w:rPr>
      </w:pPr>
      <w:r w:rsidRPr="00FB38BC">
        <w:rPr>
          <w:lang w:val="fr"/>
        </w:rPr>
        <w:t>Vous devez rédiger votre CV en anglais, en français ou en allemand en utilisant le modèle de</w:t>
      </w:r>
      <w:r w:rsidRPr="00FB38BC">
        <w:rPr>
          <w:b/>
          <w:lang w:val="fr"/>
        </w:rPr>
        <w:t xml:space="preserve"> CV Europass </w:t>
      </w:r>
      <w:hyperlink w:history="1" r:id="rId27">
        <w:hyperlink w:history="1" r:id="rId28">
          <w:r w:rsidRPr="00FB38BC">
            <w:rPr>
              <w:color w:val="0563C1" w:themeColor="hyperlink"/>
              <w:u w:val="single"/>
              <w:lang w:val="fr"/>
            </w:rPr>
            <w:t>(créer votre CV Europass | Europass</w:t>
          </w:r>
        </w:hyperlink>
      </w:hyperlink>
      <w:r w:rsidRPr="00FB38BC">
        <w:rPr>
          <w:lang w:val="fr"/>
        </w:rPr>
        <w:t>). Il doit mentionner votre nationalité.</w:t>
      </w:r>
    </w:p>
    <w:p w:rsidRPr="00FB38BC" w:rsidR="00377580" w:rsidP="00377580" w:rsidRDefault="00FB38BC" w14:paraId="4D1807A6" w14:textId="32503239">
      <w:pPr>
        <w:rPr>
          <w:lang w:val="fr"/>
        </w:rPr>
      </w:pPr>
      <w:r w:rsidRPr="00FB38BC">
        <w:rPr>
          <w:lang w:val="fr"/>
        </w:rPr>
        <w:t>Veuillez ne pas joindre d’autres documents</w:t>
      </w:r>
      <w:r w:rsidRPr="00FB38BC">
        <w:rPr>
          <w:b/>
          <w:lang w:val="fr"/>
        </w:rPr>
        <w:t xml:space="preserve"> </w:t>
      </w:r>
      <w:r w:rsidRPr="00FB38BC">
        <w:rPr>
          <w:lang w:val="fr"/>
        </w:rPr>
        <w:t>(tels que copie de carte d’identité, copie des diplômes ou attestation d’expérience professionnelle, etc.). Le cas échéant, ces documents vous seront demandés ultérieurement.</w:t>
      </w: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FB38BC" w:rsidR="000914BF" w:rsidP="00FB38BC" w:rsidRDefault="00FB38BC" w14:paraId="501CCFC7" w14:textId="73F717E5">
      <w:pPr>
        <w:keepNext/>
      </w:pPr>
      <w:r>
        <w:t>La Commission veillera à ce que les données à caractère personnel des candidats soient traitées conformément au règlement (UE) 2018/1725 du Parlement européen et du Conseil</w:t>
      </w:r>
      <w:r>
        <w:rPr>
          <w:rStyle w:val="FootnoteReference"/>
          <w:sz w:val="22"/>
        </w:rPr>
        <w:footnoteReference w:id="1"/>
      </w:r>
      <w:r>
        <w:t xml:space="preserve">. Cela vaut en particulier pour la confidentialité et la sécurité de ces données. </w:t>
      </w:r>
      <w:bookmarkStart w:name="_Hlk132131276" w:id="1"/>
      <w:r>
        <w:t>Avant de postuler, veuillez lire la déclaration de confidentialité.</w:t>
      </w:r>
      <w:bookmarkEnd w:id="1"/>
    </w:p>
    <w:sectPr w:rsidRPr="00FB38BC" w:rsidR="000914BF">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315CD" w:rsidRDefault="008315CD" w14:paraId="373761D6" w14:textId="77777777">
      <w:pPr>
        <w:spacing w:after="0"/>
      </w:pPr>
      <w:r>
        <w:separator/>
      </w:r>
    </w:p>
  </w:endnote>
  <w:endnote w:type="continuationSeparator" w:id="0">
    <w:p w:rsidR="008315CD" w:rsidRDefault="008315CD" w14:paraId="3E9D2E4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315CD" w:rsidRDefault="008315CD" w14:paraId="1DCC4F3C" w14:textId="77777777">
      <w:pPr>
        <w:spacing w:after="0"/>
      </w:pPr>
      <w:r>
        <w:separator/>
      </w:r>
    </w:p>
  </w:footnote>
  <w:footnote w:type="continuationSeparator" w:id="0">
    <w:p w:rsidR="008315CD" w:rsidRDefault="008315CD" w14:paraId="59B063EF" w14:textId="77777777">
      <w:pPr>
        <w:spacing w:after="0"/>
      </w:pPr>
      <w:r>
        <w:continuationSeparator/>
      </w:r>
    </w:p>
  </w:footnote>
  <w:footnote w:id="1">
    <w:p w:rsidR="00FB38BC" w:rsidP="00FB38BC" w:rsidRDefault="00673A7D" w14:paraId="4EA00106" w14:textId="7C538880">
      <w:pPr>
        <w:pStyle w:val="FootnoteText"/>
      </w:pPr>
      <w:r>
        <w:t>(</w:t>
      </w:r>
      <w:r>
        <w:rPr>
          <w:rStyle w:val="FootnoteReference"/>
        </w:rPr>
        <w:footnoteRef/>
      </w:r>
      <w:r>
        <w:t xml:space="preserve">) </w:t>
      </w:r>
      <w:r>
        <w:rPr>
          <w:sz w:val="16"/>
        </w:rP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lang="en-IE"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23D43"/>
    <w:rsid w:val="00080A71"/>
    <w:rsid w:val="00082783"/>
    <w:rsid w:val="000914BF"/>
    <w:rsid w:val="00097587"/>
    <w:rsid w:val="000D4548"/>
    <w:rsid w:val="00121447"/>
    <w:rsid w:val="001A0074"/>
    <w:rsid w:val="001D3EEC"/>
    <w:rsid w:val="001E32C9"/>
    <w:rsid w:val="00215A56"/>
    <w:rsid w:val="00257DB6"/>
    <w:rsid w:val="0028413D"/>
    <w:rsid w:val="002841B7"/>
    <w:rsid w:val="002A6E30"/>
    <w:rsid w:val="002B37EB"/>
    <w:rsid w:val="00301CA3"/>
    <w:rsid w:val="0034590A"/>
    <w:rsid w:val="00377580"/>
    <w:rsid w:val="00394581"/>
    <w:rsid w:val="00443957"/>
    <w:rsid w:val="00462268"/>
    <w:rsid w:val="004A4BB7"/>
    <w:rsid w:val="004D3B51"/>
    <w:rsid w:val="0053405E"/>
    <w:rsid w:val="0054131D"/>
    <w:rsid w:val="00556CBD"/>
    <w:rsid w:val="00673A7D"/>
    <w:rsid w:val="006A1CB2"/>
    <w:rsid w:val="006B47B6"/>
    <w:rsid w:val="006F23BA"/>
    <w:rsid w:val="0074301E"/>
    <w:rsid w:val="007A10AA"/>
    <w:rsid w:val="007A1396"/>
    <w:rsid w:val="007B5FAE"/>
    <w:rsid w:val="007E131B"/>
    <w:rsid w:val="007E4F35"/>
    <w:rsid w:val="007F44D4"/>
    <w:rsid w:val="008241B0"/>
    <w:rsid w:val="008315CD"/>
    <w:rsid w:val="00866E7F"/>
    <w:rsid w:val="008A0FF3"/>
    <w:rsid w:val="008A49FB"/>
    <w:rsid w:val="008C4554"/>
    <w:rsid w:val="0092295D"/>
    <w:rsid w:val="009C1456"/>
    <w:rsid w:val="00A65B97"/>
    <w:rsid w:val="00A71385"/>
    <w:rsid w:val="00A917BE"/>
    <w:rsid w:val="00B31DC8"/>
    <w:rsid w:val="00B566C1"/>
    <w:rsid w:val="00BF389A"/>
    <w:rsid w:val="00C518F5"/>
    <w:rsid w:val="00CA6C80"/>
    <w:rsid w:val="00D703FC"/>
    <w:rsid w:val="00D82B48"/>
    <w:rsid w:val="00DC5C83"/>
    <w:rsid w:val="00E01A7D"/>
    <w:rsid w:val="00E0579E"/>
    <w:rsid w:val="00E150D4"/>
    <w:rsid w:val="00E5708E"/>
    <w:rsid w:val="00E850B7"/>
    <w:rsid w:val="00E927FE"/>
    <w:rsid w:val="00EF6937"/>
    <w:rsid w:val="00F65CC2"/>
    <w:rsid w:val="00FB38BC"/>
    <w:rsid w:val="00FD2F37"/>
    <w:rsid w:val="117F4C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 w:type="paragraph" w:styleId="P68B1DB1-Normal2" w:customStyle="1">
    <w:name w:val="P68B1DB1-Normal2"/>
    <w:basedOn w:val="Normal"/>
    <w:rsid w:val="008C4554"/>
    <w:rPr>
      <w:i/>
      <w:u w:val="single"/>
      <w:lang w:val="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png" Id="rId13" /><Relationship Type="http://schemas.openxmlformats.org/officeDocument/2006/relationships/image" Target="media/image4.wmf" Id="rId18" /><Relationship Type="http://schemas.openxmlformats.org/officeDocument/2006/relationships/hyperlink" Target="https://eur-lex.europa.eu/legal-content/FR/TXT/?uri=CELEX:32015D0444" TargetMode="External" Id="rId26" /><Relationship Type="http://schemas.openxmlformats.org/officeDocument/2006/relationships/control" Target="activeX/activeX4.xml" Id="rId21" /><Relationship Type="http://schemas.openxmlformats.org/officeDocument/2006/relationships/footer" Target="footer3.xml" Id="rId34"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control" Target="activeX/activeX2.xml" Id="rId17" /><Relationship Type="http://schemas.openxmlformats.org/officeDocument/2006/relationships/control" Target="activeX/activeX6.xml" Id="rId25" /><Relationship Type="http://schemas.openxmlformats.org/officeDocument/2006/relationships/header" Target="header3.xml" Id="rId33" /><Relationship Type="http://schemas.openxmlformats.org/officeDocument/2006/relationships/customXml" Target="../customXml/item2.xml" Id="rId2" /><Relationship Type="http://schemas.openxmlformats.org/officeDocument/2006/relationships/image" Target="media/image3.wmf" Id="rId16" /><Relationship Type="http://schemas.openxmlformats.org/officeDocument/2006/relationships/image" Target="media/image5.wmf" Id="rId20" /><Relationship Type="http://schemas.openxmlformats.org/officeDocument/2006/relationships/header" Target="header1.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image" Target="media/image7.wmf" Id="rId24" /><Relationship Type="http://schemas.openxmlformats.org/officeDocument/2006/relationships/footer" Target="footer2.xml" Id="rId32" /><Relationship Type="http://schemas.openxmlformats.org/officeDocument/2006/relationships/theme" Target="theme/theme1.xml" Id="rId37" /><Relationship Type="http://schemas.openxmlformats.org/officeDocument/2006/relationships/customXml" Target="../customXml/item5.xml" Id="rId5" /><Relationship Type="http://schemas.openxmlformats.org/officeDocument/2006/relationships/control" Target="activeX/activeX1.xml" Id="rId15" /><Relationship Type="http://schemas.openxmlformats.org/officeDocument/2006/relationships/control" Target="activeX/activeX5.xml" Id="rId23" /><Relationship Type="http://schemas.openxmlformats.org/officeDocument/2006/relationships/hyperlink" Target="https://europa.eu/europass/en/create-europass-cv" TargetMode="External" Id="rId28" /><Relationship Type="http://schemas.openxmlformats.org/officeDocument/2006/relationships/glossaryDocument" Target="glossary/document.xml" Id="rId36" /><Relationship Type="http://schemas.openxmlformats.org/officeDocument/2006/relationships/webSettings" Target="webSettings.xml" Id="rId10" /><Relationship Type="http://schemas.openxmlformats.org/officeDocument/2006/relationships/control" Target="activeX/activeX3.xml" Id="rId19" /><Relationship Type="http://schemas.openxmlformats.org/officeDocument/2006/relationships/footer" Target="footer1.xml" Id="rId31"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image" Target="media/image2.wmf" Id="rId14" /><Relationship Type="http://schemas.openxmlformats.org/officeDocument/2006/relationships/image" Target="media/image6.wmf" Id="rId22" /><Relationship Type="http://schemas.openxmlformats.org/officeDocument/2006/relationships/hyperlink" Target="http://europass.cedefop.europa.eu/en/documents/curriculum-vitae" TargetMode="External" Id="rId27" /><Relationship Type="http://schemas.openxmlformats.org/officeDocument/2006/relationships/header" Target="header2.xml" Id="rId30" /><Relationship Type="http://schemas.openxmlformats.org/officeDocument/2006/relationships/fontTable" Target="fontTable.xml" Id="rId35" /><Relationship Type="http://schemas.openxmlformats.org/officeDocument/2006/relationships/styles" Target="styles.xml" Id="rId8" /><Relationship Type="http://schemas.openxmlformats.org/officeDocument/2006/relationships/customXml" Target="../customXml/item3.xml" Id="rId3"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P="00082783" w:rsidRDefault="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P="00082783" w:rsidRDefault="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P="00082783" w:rsidRDefault="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P="00082783" w:rsidRDefault="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P="00082783" w:rsidRDefault="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P="00082783" w:rsidRDefault="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P="00082783" w:rsidRDefault="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P="00082783" w:rsidRDefault="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P="00082783" w:rsidRDefault="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P="00082783" w:rsidRDefault="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P="00082783" w:rsidRDefault="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P="00082783" w:rsidRDefault="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P="00082783" w:rsidRDefault="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P="00082783" w:rsidRDefault="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P="00082783" w:rsidRDefault="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P="00082783" w:rsidRDefault="00082783">
          <w:pPr>
            <w:pStyle w:val="6BD24054AA444C4B96BA196B41F1F7E2"/>
          </w:pPr>
          <w:r>
            <w:rPr>
              <w:bCs/>
              <w:lang w:eastAsia="en-GB"/>
            </w:rPr>
            <w:t xml:space="preserve">    </w:t>
          </w:r>
        </w:p>
      </w:docPartBody>
    </w:docPart>
    <w:docPart>
      <w:docPartPr>
        <w:name w:val="D041224553B1486D8FF8CCE1F404800F"/>
        <w:category>
          <w:name w:val="General"/>
          <w:gallery w:val="placeholder"/>
        </w:category>
        <w:types>
          <w:type w:val="bbPlcHdr"/>
        </w:types>
        <w:behaviors>
          <w:behavior w:val="content"/>
        </w:behaviors>
        <w:guid w:val="{8E168B62-69B8-485D-A625-88BF09217B36}"/>
      </w:docPartPr>
      <w:docPartBody>
        <w:p w:rsidR="009C1456" w:rsidP="009C1456" w:rsidRDefault="009C1456">
          <w:pPr>
            <w:pStyle w:val="D041224553B1486D8FF8CCE1F404800F"/>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9381AA4"/>
    <w:multiLevelType w:val="multilevel"/>
    <w:tmpl w:val="7BE6B8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2143109376">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257DB6"/>
    <w:rsid w:val="00534FB6"/>
    <w:rsid w:val="0054131D"/>
    <w:rsid w:val="007818B4"/>
    <w:rsid w:val="008F2A96"/>
    <w:rsid w:val="00983F83"/>
    <w:rsid w:val="009C1456"/>
    <w:rsid w:val="00A71385"/>
    <w:rsid w:val="00B36F01"/>
    <w:rsid w:val="00CA6C80"/>
    <w:rsid w:val="00CB23CA"/>
    <w:rsid w:val="00E96C07"/>
    <w:rsid w:val="00F00294"/>
    <w:rsid w:val="00FD2F3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C1456"/>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D041224553B1486D8FF8CCE1F404800F">
    <w:name w:val="D041224553B1486D8FF8CCE1F404800F"/>
    <w:rsid w:val="009C1456"/>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4B72EF1-7EB9-4766-B624-BC2492352915}"/>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08927195-b699-4be0-9ee2-6c66dc215b5a"/>
    <ds:schemaRef ds:uri="http://schemas.microsoft.com/sharepoint/v3/fields"/>
    <ds:schemaRef ds:uri="http://purl.org/dc/elements/1.1/"/>
    <ds:schemaRef ds:uri="http://www.w3.org/XML/1998/namespace"/>
    <ds:schemaRef ds:uri="http://schemas.microsoft.com/office/2006/documentManagement/types"/>
    <ds:schemaRef ds:uri="http://schemas.microsoft.com/office/2006/metadata/properties"/>
    <ds:schemaRef ds:uri="http://purl.org/dc/dcmitype/"/>
    <ds:schemaRef ds:uri="http://purl.org/dc/terms/"/>
    <ds:schemaRef ds:uri="http://schemas.microsoft.com/office/infopath/2007/PartnerControls"/>
    <ds:schemaRef ds:uri="http://schemas.openxmlformats.org/package/2006/metadata/core-properties"/>
    <ds:schemaRef ds:uri="a41a97bf-0494-41d8-ba3d-259bd7771890"/>
    <ds:schemaRef ds:uri="1929b814-5a78-4bdc-9841-d8b9ef424f65"/>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4</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2025-09-02T13:19:00Z</dcterms:created>
  <dcterms:modified xsi:type="dcterms:W3CDTF">2025-09-11T12:25:29Z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